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AA2626" w14:paraId="2FE75DEE" w14:textId="77777777" w:rsidTr="00050DA7">
        <w:tc>
          <w:tcPr>
            <w:tcW w:w="4428" w:type="dxa"/>
          </w:tcPr>
          <w:p w14:paraId="2FE75DEC" w14:textId="2D876D02" w:rsidR="000348ED" w:rsidRPr="00AA2626" w:rsidRDefault="00EF507D" w:rsidP="002B0236">
            <w:r>
              <w:t>27</w:t>
            </w:r>
            <w:r w:rsidR="005D05AC" w:rsidRPr="00AA2626">
              <w:t>From:</w:t>
            </w:r>
            <w:r w:rsidR="005D05AC" w:rsidRPr="00AA2626">
              <w:tab/>
            </w:r>
            <w:r w:rsidR="005141F0">
              <w:t>ARM</w:t>
            </w:r>
            <w:r w:rsidR="007D09D0">
              <w:t xml:space="preserve"> Committee</w:t>
            </w:r>
          </w:p>
        </w:tc>
        <w:tc>
          <w:tcPr>
            <w:tcW w:w="5461" w:type="dxa"/>
          </w:tcPr>
          <w:p w14:paraId="27D91788" w14:textId="77777777" w:rsidR="000348ED" w:rsidRDefault="000348ED" w:rsidP="005141F0">
            <w:pPr>
              <w:jc w:val="right"/>
              <w:rPr>
                <w:highlight w:val="yellow"/>
              </w:rPr>
            </w:pPr>
          </w:p>
          <w:p w14:paraId="2FE75DED" w14:textId="2E024335" w:rsidR="005141F0" w:rsidRPr="00AA2626" w:rsidRDefault="005141F0" w:rsidP="005141F0">
            <w:pPr>
              <w:jc w:val="right"/>
              <w:rPr>
                <w:highlight w:val="yellow"/>
              </w:rPr>
            </w:pPr>
          </w:p>
        </w:tc>
      </w:tr>
      <w:tr w:rsidR="000348ED" w:rsidRPr="00AA2626" w14:paraId="2FE75DF1" w14:textId="77777777" w:rsidTr="00050DA7">
        <w:tc>
          <w:tcPr>
            <w:tcW w:w="4428" w:type="dxa"/>
          </w:tcPr>
          <w:p w14:paraId="2FE75DEF" w14:textId="205F0DE1" w:rsidR="000348ED" w:rsidRPr="00AA2626" w:rsidRDefault="005D05AC" w:rsidP="002B0236">
            <w:r w:rsidRPr="00AA2626">
              <w:t>To:</w:t>
            </w:r>
            <w:r w:rsidRPr="00AA2626">
              <w:tab/>
            </w:r>
            <w:r w:rsidR="005141F0">
              <w:t>ENG</w:t>
            </w:r>
            <w:r w:rsidR="00BB5D57">
              <w:t xml:space="preserve"> committee</w:t>
            </w:r>
          </w:p>
        </w:tc>
        <w:tc>
          <w:tcPr>
            <w:tcW w:w="5461" w:type="dxa"/>
          </w:tcPr>
          <w:p w14:paraId="3B55B527" w14:textId="77777777" w:rsidR="000348ED" w:rsidRDefault="00EF507D" w:rsidP="008F4DC3">
            <w:pPr>
              <w:jc w:val="right"/>
            </w:pPr>
            <w:r w:rsidRPr="00EF507D">
              <w:t xml:space="preserve">27 </w:t>
            </w:r>
            <w:r w:rsidR="005141F0" w:rsidRPr="00EF507D">
              <w:t>October</w:t>
            </w:r>
            <w:r w:rsidR="005D05AC" w:rsidRPr="00EF507D">
              <w:t xml:space="preserve"> 20</w:t>
            </w:r>
            <w:r w:rsidR="007D09D0" w:rsidRPr="00EF507D">
              <w:t>22</w:t>
            </w:r>
          </w:p>
          <w:p w14:paraId="2FE75DF0" w14:textId="4BC1BC48" w:rsidR="00A832FF" w:rsidRPr="00AA2626" w:rsidRDefault="00A832FF" w:rsidP="008F4DC3">
            <w:pPr>
              <w:jc w:val="right"/>
            </w:pPr>
            <w:r w:rsidRPr="00A832FF">
              <w:t>ENG17-3.0.</w:t>
            </w:r>
            <w:r>
              <w:t>6</w:t>
            </w:r>
          </w:p>
        </w:tc>
      </w:tr>
    </w:tbl>
    <w:p w14:paraId="2FE75DF2" w14:textId="2C1CC4F8" w:rsidR="000348ED" w:rsidRDefault="00AA2626" w:rsidP="002B0236">
      <w:pPr>
        <w:pStyle w:val="Title"/>
      </w:pPr>
      <w:r>
        <w:t>LIAISON NOTE</w:t>
      </w:r>
    </w:p>
    <w:p w14:paraId="66BD2CB1" w14:textId="4AFA4144" w:rsidR="005141F0" w:rsidRDefault="005141F0" w:rsidP="005141F0">
      <w:pPr>
        <w:pStyle w:val="Title"/>
      </w:pPr>
      <w:r>
        <w:t>Response to ENG re Liaison note subject:</w:t>
      </w:r>
      <w:r w:rsidRPr="005141F0">
        <w:t xml:space="preserve"> </w:t>
      </w:r>
      <w:r w:rsidR="00AD2A8A">
        <w:rPr>
          <w:color w:val="00558C"/>
        </w:rPr>
        <w:t>Definitions of Ranges of AtoN Lights</w:t>
      </w:r>
    </w:p>
    <w:p w14:paraId="2FE75DF4" w14:textId="77777777" w:rsidR="0064435F" w:rsidRPr="00AA2626" w:rsidRDefault="008E7A45" w:rsidP="002B0236">
      <w:pPr>
        <w:pStyle w:val="Heading1"/>
      </w:pPr>
      <w:r w:rsidRPr="00AA2626">
        <w:t>INTRODUCTION</w:t>
      </w:r>
    </w:p>
    <w:p w14:paraId="2FE75DFA" w14:textId="0AFA5A58" w:rsidR="00E93C9B" w:rsidRPr="002E1682" w:rsidRDefault="00DE77DD" w:rsidP="002E1682">
      <w:pPr>
        <w:pStyle w:val="BodyText"/>
      </w:pPr>
      <w:r>
        <w:t>ARM C</w:t>
      </w:r>
      <w:r w:rsidR="005141F0" w:rsidRPr="002E1682">
        <w:t xml:space="preserve">ommittee meeting ARM16 acknowledge receipt of the </w:t>
      </w:r>
      <w:r w:rsidR="00AD2A8A">
        <w:t>liaison note from ENG Committee (ENG15-</w:t>
      </w:r>
      <w:r w:rsidR="0009008C">
        <w:t>12.1.3</w:t>
      </w:r>
      <w:r w:rsidR="00AD2A8A">
        <w:t>) dated 9</w:t>
      </w:r>
      <w:r w:rsidR="00AD2A8A" w:rsidRPr="00AD2A8A">
        <w:rPr>
          <w:vertAlign w:val="superscript"/>
        </w:rPr>
        <w:t>th</w:t>
      </w:r>
      <w:r w:rsidR="00AD2A8A">
        <w:t xml:space="preserve"> March 2022</w:t>
      </w:r>
      <w:r w:rsidR="00D16368">
        <w:t>.</w:t>
      </w:r>
    </w:p>
    <w:p w14:paraId="2380ADA2" w14:textId="20954C75" w:rsidR="003763C6" w:rsidRPr="002E1682" w:rsidRDefault="0009008C" w:rsidP="002E1682">
      <w:pPr>
        <w:pStyle w:val="BodyText"/>
      </w:pPr>
      <w:r>
        <w:t>Due to an administrative error t</w:t>
      </w:r>
      <w:r w:rsidR="00AD2A8A">
        <w:t xml:space="preserve">he ARM Committee were unaware of the document prior </w:t>
      </w:r>
      <w:r>
        <w:t>part to way through ARM 16.</w:t>
      </w:r>
    </w:p>
    <w:p w14:paraId="2FE75DFB" w14:textId="03388990" w:rsidR="009F5C36" w:rsidRPr="00AA2626" w:rsidRDefault="002E1682" w:rsidP="002B0236">
      <w:pPr>
        <w:pStyle w:val="Heading1"/>
      </w:pPr>
      <w:r>
        <w:t>RESPONSE</w:t>
      </w:r>
    </w:p>
    <w:p w14:paraId="0CF48D65" w14:textId="489A7D7C" w:rsidR="00AD2A8A" w:rsidRDefault="00AD2A8A" w:rsidP="0009008C">
      <w:r w:rsidRPr="00D16368">
        <w:t xml:space="preserve">Due to time constraints placed on the ARM16 session we were unable to discuss the proposals </w:t>
      </w:r>
      <w:r w:rsidR="0009008C">
        <w:t xml:space="preserve">and will consider the document at ARM17. </w:t>
      </w:r>
    </w:p>
    <w:p w14:paraId="5B860FB5" w14:textId="41158432" w:rsidR="0009008C" w:rsidRDefault="0009008C" w:rsidP="0009008C"/>
    <w:p w14:paraId="56D0659E" w14:textId="1AA2E758" w:rsidR="004006BD" w:rsidRDefault="0009008C" w:rsidP="0009008C">
      <w:r>
        <w:t>ARM apologise for the delay in response and confirm t</w:t>
      </w:r>
      <w:r w:rsidRPr="0009008C">
        <w:t>he document has been added as input for ARM17.</w:t>
      </w:r>
    </w:p>
    <w:p w14:paraId="7691CF57" w14:textId="52CC3B88" w:rsidR="0009008C" w:rsidRDefault="0009008C" w:rsidP="0009008C"/>
    <w:p w14:paraId="0014C539" w14:textId="77777777" w:rsidR="0009008C" w:rsidRPr="00C36EE5" w:rsidRDefault="0009008C" w:rsidP="0009008C"/>
    <w:sectPr w:rsidR="0009008C" w:rsidRPr="00C36EE5" w:rsidSect="005D05AC">
      <w:headerReference w:type="even" r:id="rId11"/>
      <w:headerReference w:type="default" r:id="rId12"/>
      <w:footerReference w:type="default" r:id="rId13"/>
      <w:headerReference w:type="first" r:id="rId14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033EBA" w14:textId="77777777" w:rsidR="003868E1" w:rsidRDefault="003868E1" w:rsidP="002B0236">
      <w:r>
        <w:separator/>
      </w:r>
    </w:p>
  </w:endnote>
  <w:endnote w:type="continuationSeparator" w:id="0">
    <w:p w14:paraId="370B9830" w14:textId="77777777" w:rsidR="003868E1" w:rsidRDefault="003868E1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75E07" w14:textId="171FEC28" w:rsidR="00002906" w:rsidRDefault="00002906" w:rsidP="002B023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D16368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A87F74" w14:textId="77777777" w:rsidR="003868E1" w:rsidRDefault="003868E1" w:rsidP="002B0236">
      <w:r>
        <w:separator/>
      </w:r>
    </w:p>
  </w:footnote>
  <w:footnote w:type="continuationSeparator" w:id="0">
    <w:p w14:paraId="02E48A83" w14:textId="77777777" w:rsidR="003868E1" w:rsidRDefault="003868E1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75E04" w14:textId="19C73883" w:rsidR="008E7A45" w:rsidRDefault="008E7A45" w:rsidP="002B023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75E05" w14:textId="2B381A5F" w:rsidR="008E7A45" w:rsidRDefault="00DE77DD" w:rsidP="002B0236">
    <w:pPr>
      <w:pStyle w:val="Header"/>
    </w:pPr>
    <w:r>
      <w:rPr>
        <w:noProof/>
        <w:lang w:val="en-GB" w:eastAsia="en-GB"/>
      </w:rPr>
      <w:drawing>
        <wp:inline distT="0" distB="0" distL="0" distR="0" wp14:anchorId="2FE75E0C" wp14:editId="04898821">
          <wp:extent cx="857250" cy="814705"/>
          <wp:effectExtent l="0" t="0" r="0" b="0"/>
          <wp:docPr id="1" name="Picture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814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75E08" w14:textId="1D387402" w:rsidR="008E7A45" w:rsidRDefault="008E7A45" w:rsidP="002B023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369138304">
    <w:abstractNumId w:val="8"/>
  </w:num>
  <w:num w:numId="2" w16cid:durableId="1052194152">
    <w:abstractNumId w:val="13"/>
  </w:num>
  <w:num w:numId="3" w16cid:durableId="1434666250">
    <w:abstractNumId w:val="8"/>
  </w:num>
  <w:num w:numId="4" w16cid:durableId="1728648613">
    <w:abstractNumId w:val="8"/>
  </w:num>
  <w:num w:numId="5" w16cid:durableId="1595741944">
    <w:abstractNumId w:val="4"/>
  </w:num>
  <w:num w:numId="6" w16cid:durableId="866019544">
    <w:abstractNumId w:val="9"/>
  </w:num>
  <w:num w:numId="7" w16cid:durableId="941182127">
    <w:abstractNumId w:val="6"/>
  </w:num>
  <w:num w:numId="8" w16cid:durableId="207573217">
    <w:abstractNumId w:val="0"/>
  </w:num>
  <w:num w:numId="9" w16cid:durableId="1255632822">
    <w:abstractNumId w:val="3"/>
  </w:num>
  <w:num w:numId="10" w16cid:durableId="460005331">
    <w:abstractNumId w:val="10"/>
  </w:num>
  <w:num w:numId="11" w16cid:durableId="1447194849">
    <w:abstractNumId w:val="1"/>
  </w:num>
  <w:num w:numId="12" w16cid:durableId="1240286186">
    <w:abstractNumId w:val="1"/>
  </w:num>
  <w:num w:numId="13" w16cid:durableId="778644582">
    <w:abstractNumId w:val="1"/>
  </w:num>
  <w:num w:numId="14" w16cid:durableId="504367892">
    <w:abstractNumId w:val="1"/>
  </w:num>
  <w:num w:numId="15" w16cid:durableId="1093624034">
    <w:abstractNumId w:val="1"/>
  </w:num>
  <w:num w:numId="16" w16cid:durableId="1585643998">
    <w:abstractNumId w:val="5"/>
  </w:num>
  <w:num w:numId="17" w16cid:durableId="1547569425">
    <w:abstractNumId w:val="12"/>
  </w:num>
  <w:num w:numId="18" w16cid:durableId="2111732972">
    <w:abstractNumId w:val="2"/>
  </w:num>
  <w:num w:numId="19" w16cid:durableId="1315600009">
    <w:abstractNumId w:val="11"/>
  </w:num>
  <w:num w:numId="20" w16cid:durableId="299968915">
    <w:abstractNumId w:val="7"/>
  </w:num>
  <w:num w:numId="21" w16cid:durableId="186912149">
    <w:abstractNumId w:val="5"/>
  </w:num>
  <w:num w:numId="22" w16cid:durableId="996688893">
    <w:abstractNumId w:val="5"/>
  </w:num>
  <w:num w:numId="23" w16cid:durableId="214369217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021279027">
    <w:abstractNumId w:val="1"/>
  </w:num>
  <w:num w:numId="25" w16cid:durableId="130289832">
    <w:abstractNumId w:val="5"/>
  </w:num>
  <w:num w:numId="26" w16cid:durableId="188051355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NotDisplayPageBoundari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A45"/>
    <w:rsid w:val="00002906"/>
    <w:rsid w:val="00031A92"/>
    <w:rsid w:val="000324D4"/>
    <w:rsid w:val="000348ED"/>
    <w:rsid w:val="00036801"/>
    <w:rsid w:val="00050DA7"/>
    <w:rsid w:val="00063F18"/>
    <w:rsid w:val="00067B4E"/>
    <w:rsid w:val="0009008C"/>
    <w:rsid w:val="0009573E"/>
    <w:rsid w:val="000A5A01"/>
    <w:rsid w:val="00130A7E"/>
    <w:rsid w:val="00135447"/>
    <w:rsid w:val="00140ED9"/>
    <w:rsid w:val="00152273"/>
    <w:rsid w:val="001A654A"/>
    <w:rsid w:val="001C74CF"/>
    <w:rsid w:val="00226717"/>
    <w:rsid w:val="0024117D"/>
    <w:rsid w:val="002B0236"/>
    <w:rsid w:val="002E1682"/>
    <w:rsid w:val="00334966"/>
    <w:rsid w:val="003763C6"/>
    <w:rsid w:val="0038566C"/>
    <w:rsid w:val="003868E1"/>
    <w:rsid w:val="0039575A"/>
    <w:rsid w:val="003C236B"/>
    <w:rsid w:val="003D55DD"/>
    <w:rsid w:val="003E1831"/>
    <w:rsid w:val="003F6F40"/>
    <w:rsid w:val="004006BD"/>
    <w:rsid w:val="004042FA"/>
    <w:rsid w:val="00424954"/>
    <w:rsid w:val="00455FD1"/>
    <w:rsid w:val="004C1386"/>
    <w:rsid w:val="004C220D"/>
    <w:rsid w:val="00513180"/>
    <w:rsid w:val="005141F0"/>
    <w:rsid w:val="00516B7B"/>
    <w:rsid w:val="00547174"/>
    <w:rsid w:val="005664A2"/>
    <w:rsid w:val="005961FA"/>
    <w:rsid w:val="005A2E88"/>
    <w:rsid w:val="005C33D0"/>
    <w:rsid w:val="005D05AC"/>
    <w:rsid w:val="005D125C"/>
    <w:rsid w:val="00630F7F"/>
    <w:rsid w:val="00633FCD"/>
    <w:rsid w:val="0064435F"/>
    <w:rsid w:val="00671AF5"/>
    <w:rsid w:val="006B4AD8"/>
    <w:rsid w:val="006C236A"/>
    <w:rsid w:val="006D470F"/>
    <w:rsid w:val="00716C34"/>
    <w:rsid w:val="00727E88"/>
    <w:rsid w:val="00775878"/>
    <w:rsid w:val="007840CB"/>
    <w:rsid w:val="007D09D0"/>
    <w:rsid w:val="007E7822"/>
    <w:rsid w:val="0080092C"/>
    <w:rsid w:val="0083521F"/>
    <w:rsid w:val="00843093"/>
    <w:rsid w:val="008565BE"/>
    <w:rsid w:val="00861994"/>
    <w:rsid w:val="00872453"/>
    <w:rsid w:val="008E7A45"/>
    <w:rsid w:val="008F13DD"/>
    <w:rsid w:val="008F4DC3"/>
    <w:rsid w:val="00902AA4"/>
    <w:rsid w:val="00906239"/>
    <w:rsid w:val="00946F5C"/>
    <w:rsid w:val="00982650"/>
    <w:rsid w:val="009C22BE"/>
    <w:rsid w:val="009C4420"/>
    <w:rsid w:val="009D2AF6"/>
    <w:rsid w:val="009E436D"/>
    <w:rsid w:val="009F3B6C"/>
    <w:rsid w:val="009F5C36"/>
    <w:rsid w:val="00A247D2"/>
    <w:rsid w:val="00A27F12"/>
    <w:rsid w:val="00A30579"/>
    <w:rsid w:val="00A72D4B"/>
    <w:rsid w:val="00A832FF"/>
    <w:rsid w:val="00AA2626"/>
    <w:rsid w:val="00AA76C0"/>
    <w:rsid w:val="00AD2A8A"/>
    <w:rsid w:val="00B077EC"/>
    <w:rsid w:val="00B1457B"/>
    <w:rsid w:val="00B15B24"/>
    <w:rsid w:val="00B4047F"/>
    <w:rsid w:val="00B428DA"/>
    <w:rsid w:val="00B8247E"/>
    <w:rsid w:val="00BB5D57"/>
    <w:rsid w:val="00BE36E3"/>
    <w:rsid w:val="00BE56DF"/>
    <w:rsid w:val="00BE78EE"/>
    <w:rsid w:val="00C02681"/>
    <w:rsid w:val="00C265EE"/>
    <w:rsid w:val="00C36EE5"/>
    <w:rsid w:val="00C442CB"/>
    <w:rsid w:val="00C87505"/>
    <w:rsid w:val="00CA04AF"/>
    <w:rsid w:val="00D022F8"/>
    <w:rsid w:val="00D16368"/>
    <w:rsid w:val="00D245AB"/>
    <w:rsid w:val="00D351D8"/>
    <w:rsid w:val="00D42A58"/>
    <w:rsid w:val="00D50C5A"/>
    <w:rsid w:val="00D95E26"/>
    <w:rsid w:val="00DD2AEB"/>
    <w:rsid w:val="00DE77DD"/>
    <w:rsid w:val="00E43EFD"/>
    <w:rsid w:val="00E5684B"/>
    <w:rsid w:val="00E646B1"/>
    <w:rsid w:val="00E71C04"/>
    <w:rsid w:val="00E729A7"/>
    <w:rsid w:val="00E909EB"/>
    <w:rsid w:val="00E93C9B"/>
    <w:rsid w:val="00EC7114"/>
    <w:rsid w:val="00EE069D"/>
    <w:rsid w:val="00EE3F2F"/>
    <w:rsid w:val="00EE6072"/>
    <w:rsid w:val="00EF507D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FE75DEC"/>
  <w15:chartTrackingRefBased/>
  <w15:docId w15:val="{3C89C489-E23C-4562-99E0-ED45C222F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left" w:pos="567"/>
      </w:tabs>
      <w:spacing w:before="240" w:after="240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styleId="CommentReference">
    <w:name w:val="annotation reference"/>
    <w:basedOn w:val="DefaultParagraphFont"/>
    <w:rsid w:val="00E71C04"/>
    <w:rPr>
      <w:sz w:val="16"/>
      <w:szCs w:val="16"/>
    </w:rPr>
  </w:style>
  <w:style w:type="paragraph" w:styleId="CommentText">
    <w:name w:val="annotation text"/>
    <w:basedOn w:val="Normal"/>
    <w:link w:val="CommentTextChar"/>
    <w:rsid w:val="00E71C04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E71C04"/>
    <w:rPr>
      <w:rFonts w:ascii="Calibri" w:hAnsi="Calibri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71C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71C04"/>
    <w:rPr>
      <w:rFonts w:ascii="Calibri" w:hAnsi="Calibri"/>
      <w:b/>
      <w:bCs/>
      <w:lang w:eastAsia="en-US"/>
    </w:rPr>
  </w:style>
  <w:style w:type="paragraph" w:styleId="BalloonText">
    <w:name w:val="Balloon Text"/>
    <w:basedOn w:val="Normal"/>
    <w:link w:val="BalloonTextChar"/>
    <w:semiHidden/>
    <w:unhideWhenUsed/>
    <w:rsid w:val="00E71C0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E71C04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7" ma:contentTypeDescription="Create a new document." ma:contentTypeScope="" ma:versionID="04bc23b21afb3e15542592fc2993fd5f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9db051272a094ac860014e7245cf9ef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E65631F-4956-4A09-BD0E-5B1079E12C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48B17CF-A3FB-40F8-ADE6-F6C59BDD0E60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3.xml><?xml version="1.0" encoding="utf-8"?>
<ds:datastoreItem xmlns:ds="http://schemas.openxmlformats.org/officeDocument/2006/customXml" ds:itemID="{17376E69-9DE4-4B4B-B776-8DC5F04F959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AF2F085-0EA0-4D93-B9CA-8619ABFE43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</Template>
  <TotalTime>1</TotalTime>
  <Pages>1</Pages>
  <Words>108</Words>
  <Characters>550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Jaime Alvarez</cp:lastModifiedBy>
  <cp:revision>3</cp:revision>
  <cp:lastPrinted>2006-10-19T11:49:00Z</cp:lastPrinted>
  <dcterms:created xsi:type="dcterms:W3CDTF">2022-10-27T14:23:00Z</dcterms:created>
  <dcterms:modified xsi:type="dcterms:W3CDTF">2023-10-10T09:57:00Z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MediaServiceImageTags">
    <vt:lpwstr/>
  </property>
</Properties>
</file>